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A0A93" w14:textId="166BF121" w:rsidR="00D9133B" w:rsidRPr="00210F1E" w:rsidRDefault="00D9133B" w:rsidP="00D9133B">
      <w:pPr>
        <w:pStyle w:val="presssubheadline"/>
        <w:jc w:val="center"/>
        <w:rPr>
          <w:caps/>
        </w:rPr>
      </w:pPr>
      <w:r>
        <w:rPr>
          <w:b/>
          <w:color w:val="4074B5"/>
          <w:sz w:val="32"/>
          <w:szCs w:val="32"/>
        </w:rPr>
        <w:t>Speeding up noise-free data transmission</w:t>
      </w:r>
      <w:r w:rsidR="00DB57D5">
        <w:rPr>
          <w:b/>
          <w:color w:val="4074B5"/>
          <w:sz w:val="32"/>
          <w:szCs w:val="32"/>
        </w:rPr>
        <w:br/>
      </w:r>
      <w:r w:rsidR="00675DF3">
        <w:t>Panasonic Industry</w:t>
      </w:r>
      <w:r w:rsidR="00DB57D5">
        <w:t xml:space="preserve"> Europe</w:t>
      </w:r>
      <w:r>
        <w:t xml:space="preserve"> increases specified transmission speed from 6 to 8</w:t>
      </w:r>
      <w:r w:rsidR="00393482">
        <w:t xml:space="preserve"> </w:t>
      </w:r>
      <w:r>
        <w:t xml:space="preserve">Gbps for its successful V series of </w:t>
      </w:r>
      <w:r w:rsidR="00393482">
        <w:t>Active Optical Connector</w:t>
      </w:r>
      <w:r w:rsidR="00091B78">
        <w:t>s.</w:t>
      </w:r>
    </w:p>
    <w:p w14:paraId="2E060D11" w14:textId="0CBC8FDB" w:rsidR="0086521F" w:rsidRPr="00210F1E" w:rsidRDefault="005371E6" w:rsidP="0086521F">
      <w:pPr>
        <w:pStyle w:val="pressdate"/>
      </w:pPr>
      <w:r w:rsidRPr="005371E6">
        <w:rPr>
          <w:rFonts w:cs="Arial"/>
          <w:noProof/>
          <w:sz w:val="21"/>
          <w:szCs w:val="21"/>
          <w:lang w:val="de-DE"/>
        </w:rPr>
        <w:drawing>
          <wp:anchor distT="0" distB="0" distL="114300" distR="114300" simplePos="0" relativeHeight="251658240" behindDoc="0" locked="0" layoutInCell="1" allowOverlap="1" wp14:anchorId="55BB9572" wp14:editId="73DAD16E">
            <wp:simplePos x="0" y="0"/>
            <wp:positionH relativeFrom="margin">
              <wp:posOffset>10160</wp:posOffset>
            </wp:positionH>
            <wp:positionV relativeFrom="paragraph">
              <wp:posOffset>488950</wp:posOffset>
            </wp:positionV>
            <wp:extent cx="2038350" cy="2329815"/>
            <wp:effectExtent l="0" t="0" r="0" b="0"/>
            <wp:wrapSquare wrapText="bothSides"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6D9D0FF6-4B8E-4F15-B22E-6A787D494BB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 descr="Ein Bild, das Tex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6D9D0FF6-4B8E-4F15-B22E-6A787D494BB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521F" w:rsidRPr="00210F1E">
        <w:t xml:space="preserve">Munich, </w:t>
      </w:r>
      <w:r w:rsidR="00B0176A">
        <w:t>February</w:t>
      </w:r>
      <w:r w:rsidR="00DB57D5">
        <w:t xml:space="preserve"> 2021</w:t>
      </w:r>
      <w:r w:rsidR="0086521F" w:rsidRPr="00210F1E">
        <w:t xml:space="preserve"> </w:t>
      </w:r>
    </w:p>
    <w:p w14:paraId="121F7F49" w14:textId="5D62C1AD" w:rsidR="00091B78" w:rsidRPr="00DD0EF7" w:rsidRDefault="00091B78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DD0EF7">
        <w:rPr>
          <w:rFonts w:ascii="Arial" w:hAnsi="Arial" w:cs="Arial"/>
          <w:sz w:val="22"/>
          <w:szCs w:val="22"/>
          <w:lang w:val="en-US"/>
        </w:rPr>
        <w:t xml:space="preserve">Active Optical Connectors optimally suit all environments where electromagnetic interferences are prevalent but electromagnetic compatibility (EMC) needs to be assured. </w:t>
      </w:r>
    </w:p>
    <w:p w14:paraId="30ACDF7E" w14:textId="7306AFD9" w:rsidR="00091B78" w:rsidRPr="00DD0EF7" w:rsidRDefault="00091B78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A6EC92C" w14:textId="792CA266" w:rsidR="00091B78" w:rsidRPr="00DD0EF7" w:rsidRDefault="00091B78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DD0EF7">
        <w:rPr>
          <w:rFonts w:ascii="Arial" w:hAnsi="Arial" w:cs="Arial"/>
          <w:sz w:val="22"/>
          <w:szCs w:val="22"/>
          <w:lang w:val="en-US"/>
        </w:rPr>
        <w:t>Now</w:t>
      </w:r>
      <w:r w:rsidR="00B0176A">
        <w:rPr>
          <w:rFonts w:ascii="Arial" w:hAnsi="Arial" w:cs="Arial"/>
          <w:sz w:val="22"/>
          <w:szCs w:val="22"/>
          <w:lang w:val="en-US"/>
        </w:rPr>
        <w:t>,</w:t>
      </w:r>
      <w:r w:rsidRPr="00DD0EF7">
        <w:rPr>
          <w:rFonts w:ascii="Arial" w:hAnsi="Arial" w:cs="Arial"/>
          <w:sz w:val="22"/>
          <w:szCs w:val="22"/>
          <w:lang w:val="en-US"/>
        </w:rPr>
        <w:t xml:space="preserve"> </w:t>
      </w:r>
      <w:r w:rsidR="00DB57D5" w:rsidRPr="00DD0EF7">
        <w:rPr>
          <w:rFonts w:ascii="Arial" w:hAnsi="Arial" w:cs="Arial"/>
          <w:sz w:val="22"/>
          <w:szCs w:val="22"/>
          <w:lang w:val="en-US"/>
        </w:rPr>
        <w:t xml:space="preserve">Panasonic Industry Europe </w:t>
      </w:r>
      <w:r w:rsidRPr="00DD0EF7">
        <w:rPr>
          <w:rFonts w:ascii="Arial" w:hAnsi="Arial" w:cs="Arial"/>
          <w:sz w:val="22"/>
          <w:szCs w:val="22"/>
          <w:lang w:val="en-US"/>
        </w:rPr>
        <w:t xml:space="preserve">gave its successful V-series of its AOC connector portfolio another boost in terms of the transmission speed: With all other proven product features </w:t>
      </w:r>
      <w:r w:rsidR="00DD0EF7" w:rsidRPr="00DD0EF7">
        <w:rPr>
          <w:rFonts w:ascii="Arial" w:hAnsi="Arial" w:cs="Arial"/>
          <w:sz w:val="22"/>
          <w:szCs w:val="22"/>
          <w:lang w:val="en-US"/>
        </w:rPr>
        <w:t xml:space="preserve">such as Bi-directional high-speed and wideband data transmission </w:t>
      </w:r>
      <w:r w:rsidRPr="00DD0EF7">
        <w:rPr>
          <w:rFonts w:ascii="Arial" w:hAnsi="Arial" w:cs="Arial"/>
          <w:sz w:val="22"/>
          <w:szCs w:val="22"/>
          <w:lang w:val="en-US"/>
        </w:rPr>
        <w:t>remaining unchanged, the specified speed could be increased from 6 to 8 Gbps.</w:t>
      </w:r>
    </w:p>
    <w:p w14:paraId="62F695C4" w14:textId="28DC76F7" w:rsidR="00091B78" w:rsidRPr="00DD0EF7" w:rsidRDefault="00091B78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098822ED" w14:textId="07DB8446" w:rsidR="00DD0EF7" w:rsidRPr="00DD0EF7" w:rsidRDefault="00091B78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DD0EF7">
        <w:rPr>
          <w:rFonts w:ascii="Arial" w:hAnsi="Arial" w:cs="Arial"/>
          <w:sz w:val="22"/>
          <w:szCs w:val="22"/>
          <w:lang w:val="en-US"/>
        </w:rPr>
        <w:t>Targeting at high-speed optical fiber connection</w:t>
      </w:r>
      <w:r w:rsidR="00DD0EF7" w:rsidRPr="00DD0EF7">
        <w:rPr>
          <w:rFonts w:ascii="Arial" w:hAnsi="Arial" w:cs="Arial"/>
          <w:sz w:val="22"/>
          <w:szCs w:val="22"/>
          <w:lang w:val="en-US"/>
        </w:rPr>
        <w:t>s</w:t>
      </w:r>
      <w:r w:rsidRPr="00DD0EF7">
        <w:rPr>
          <w:rFonts w:ascii="Arial" w:hAnsi="Arial" w:cs="Arial"/>
          <w:sz w:val="22"/>
          <w:szCs w:val="22"/>
          <w:lang w:val="en-US"/>
        </w:rPr>
        <w:t xml:space="preserve"> in various electronic devices via an electric connector, high speeds are achieved easily </w:t>
      </w:r>
      <w:r w:rsidR="00DD0EF7" w:rsidRPr="00DD0EF7">
        <w:rPr>
          <w:rFonts w:ascii="Arial" w:hAnsi="Arial" w:cs="Arial"/>
          <w:sz w:val="22"/>
          <w:szCs w:val="22"/>
          <w:lang w:val="en-US"/>
        </w:rPr>
        <w:t>with an Active Optical Connector, benefitting from an excellent noise reduction and electrical isolation – particularly relevant in high interference environments.</w:t>
      </w:r>
    </w:p>
    <w:p w14:paraId="0B6E2835" w14:textId="1C092444" w:rsidR="00DD0EF7" w:rsidRPr="00DD0EF7" w:rsidRDefault="00DD0EF7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5C10239" w14:textId="5C648C52" w:rsidR="00B0176A" w:rsidRDefault="00DD0EF7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DD0EF7">
        <w:rPr>
          <w:rFonts w:ascii="Arial" w:hAnsi="Arial" w:cs="Arial"/>
          <w:sz w:val="22"/>
          <w:szCs w:val="22"/>
          <w:lang w:val="en-US"/>
        </w:rPr>
        <w:t xml:space="preserve">Easy mounting and compact dimensions render it perfect for smaller designs </w:t>
      </w:r>
      <w:r w:rsidR="00F9726C">
        <w:rPr>
          <w:rFonts w:ascii="Arial" w:hAnsi="Arial" w:cs="Arial"/>
          <w:sz w:val="22"/>
          <w:szCs w:val="22"/>
          <w:lang w:val="en-US"/>
        </w:rPr>
        <w:t>– now even for applications that require next-gen data transmission speed.</w:t>
      </w:r>
    </w:p>
    <w:p w14:paraId="18681942" w14:textId="6C9DA8EE" w:rsidR="00B0176A" w:rsidRDefault="00B0176A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776695E3" w14:textId="16EED3BA" w:rsidR="00B0176A" w:rsidRDefault="00B0176A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Get an overview on the upgraded AOC V-series in our product finder:</w:t>
      </w:r>
    </w:p>
    <w:p w14:paraId="3AFF4618" w14:textId="77777777" w:rsidR="00B0176A" w:rsidRDefault="00B0176A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777DA02B" w14:textId="77777777" w:rsidR="008B676A" w:rsidRDefault="008B676A" w:rsidP="008B676A">
      <w:pPr>
        <w:pStyle w:val="Default"/>
        <w:rPr>
          <w:color w:val="auto"/>
          <w:sz w:val="21"/>
          <w:szCs w:val="21"/>
          <w:lang w:eastAsia="ja-JP"/>
        </w:rPr>
      </w:pPr>
      <w:hyperlink r:id="rId12" w:history="1">
        <w:r w:rsidRPr="008B676A">
          <w:rPr>
            <w:rStyle w:val="Hyperlink"/>
            <w:rFonts w:cs="Arial"/>
            <w:sz w:val="21"/>
            <w:szCs w:val="21"/>
            <w:lang w:val="en-US" w:eastAsia="ja-JP"/>
          </w:rPr>
          <w:t>https://industry.panasonic.eu/components/connectors/active-optical-connector-aoc</w:t>
        </w:r>
      </w:hyperlink>
    </w:p>
    <w:p w14:paraId="6576D05C" w14:textId="77777777" w:rsidR="00B0176A" w:rsidRPr="008B676A" w:rsidRDefault="00B0176A" w:rsidP="00F9726C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44B48524" w14:textId="77777777" w:rsidR="00B0176A" w:rsidRDefault="00B0176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253F2890" w14:textId="77777777" w:rsidR="00DD0EF7" w:rsidRPr="00DD0EF7" w:rsidRDefault="00DD0EF7" w:rsidP="00F9726C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03A9101B" w14:textId="77777777" w:rsidR="00DD0EF7" w:rsidRDefault="00DD0EF7" w:rsidP="00C811E7">
      <w:pPr>
        <w:rPr>
          <w:rFonts w:ascii="Arial" w:hAnsi="Arial" w:cs="Arial"/>
          <w:sz w:val="21"/>
          <w:szCs w:val="21"/>
          <w:lang w:val="en-US"/>
        </w:rPr>
      </w:pPr>
    </w:p>
    <w:p w14:paraId="1058C553" w14:textId="77777777" w:rsidR="004924A2" w:rsidRPr="00EE10A0" w:rsidRDefault="004924A2" w:rsidP="00EE10A0">
      <w:pPr>
        <w:rPr>
          <w:rFonts w:ascii="Arial" w:hAnsi="Arial" w:cs="Arial"/>
          <w:sz w:val="21"/>
          <w:szCs w:val="21"/>
          <w:lang w:val="en-US"/>
        </w:rPr>
      </w:pPr>
    </w:p>
    <w:p w14:paraId="57813375" w14:textId="77777777" w:rsidR="004924A2" w:rsidRPr="004924A2" w:rsidRDefault="004924A2" w:rsidP="004924A2">
      <w:pPr>
        <w:rPr>
          <w:rFonts w:ascii="Arial" w:hAnsi="Arial" w:cs="Arial"/>
          <w:sz w:val="21"/>
          <w:szCs w:val="21"/>
          <w:lang w:val="en-US"/>
        </w:rPr>
      </w:pPr>
    </w:p>
    <w:p w14:paraId="5917AB2F" w14:textId="43FD9926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B41198" w:rsidRDefault="00791DE2" w:rsidP="00B41198">
      <w:pPr>
        <w:pStyle w:val="presscompany-info"/>
      </w:pPr>
    </w:p>
    <w:p w14:paraId="572A6530" w14:textId="77777777"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078BD67" w14:textId="77777777"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4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420C7" w14:textId="77777777" w:rsidR="00FA0CDB" w:rsidRDefault="00FA0CDB">
      <w:r>
        <w:separator/>
      </w:r>
    </w:p>
  </w:endnote>
  <w:endnote w:type="continuationSeparator" w:id="0">
    <w:p w14:paraId="43C610E3" w14:textId="77777777" w:rsidR="00FA0CDB" w:rsidRDefault="00FA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404396">
      <w:rPr>
        <w:noProof/>
      </w:rPr>
      <w:t>2</w:t>
    </w:r>
    <w:r w:rsidRPr="00770217">
      <w:fldChar w:fldCharType="end"/>
    </w:r>
    <w:r w:rsidRPr="00770217">
      <w:t xml:space="preserve"> | </w:t>
    </w:r>
    <w:r w:rsidR="00FA0CDB">
      <w:fldChar w:fldCharType="begin"/>
    </w:r>
    <w:r w:rsidR="00FA0CDB">
      <w:instrText>NUMPAGES  \* Arabic  \* MERGEFORMAT</w:instrText>
    </w:r>
    <w:r w:rsidR="00FA0CDB">
      <w:fldChar w:fldCharType="separate"/>
    </w:r>
    <w:r w:rsidR="00404396">
      <w:rPr>
        <w:noProof/>
      </w:rPr>
      <w:t>2</w:t>
    </w:r>
    <w:r w:rsidR="00FA0CDB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EB158" w14:textId="77777777" w:rsidR="00FA0CDB" w:rsidRDefault="00FA0CDB">
      <w:r>
        <w:separator/>
      </w:r>
    </w:p>
  </w:footnote>
  <w:footnote w:type="continuationSeparator" w:id="0">
    <w:p w14:paraId="31A817FA" w14:textId="77777777" w:rsidR="00FA0CDB" w:rsidRDefault="00FA0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4907A1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4907A1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4907A1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4907A1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4907A1" w:rsidRDefault="00FA0CDB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4907A1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4907A1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FA0CDB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038B6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62FD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39EF"/>
    <w:rsid w:val="001241D5"/>
    <w:rsid w:val="0012542E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6E0C"/>
    <w:rsid w:val="0040229D"/>
    <w:rsid w:val="00403273"/>
    <w:rsid w:val="00404396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50A8D"/>
    <w:rsid w:val="00552052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5DF3"/>
    <w:rsid w:val="006772DB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D70CA"/>
    <w:rsid w:val="006E5A5B"/>
    <w:rsid w:val="006F014F"/>
    <w:rsid w:val="006F1DEA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8CF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164C"/>
    <w:rsid w:val="00A51D4F"/>
    <w:rsid w:val="00A554B0"/>
    <w:rsid w:val="00A569A5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30013"/>
    <w:rsid w:val="00B35115"/>
    <w:rsid w:val="00B35202"/>
    <w:rsid w:val="00B41198"/>
    <w:rsid w:val="00B416D3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1ADC"/>
    <w:rsid w:val="00C6346C"/>
    <w:rsid w:val="00C63A1C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5E94"/>
    <w:rsid w:val="00E36041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06A84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9E8B6105-17FB-4C25-B1E0-30BDCC0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components/connectors/active-optical-connector-ao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3" ma:contentTypeDescription="Create a new document." ma:contentTypeScope="" ma:versionID="036799d067e6eb6c5badf1076c17c7f0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34d854d75646f0be0f2c06db6aabee8e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ACE7A-A7E6-4012-A884-AC6E5DC48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7CC8FE-ED77-4C69-9945-1033D882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390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2845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Kirschenhofer, Benno</cp:lastModifiedBy>
  <cp:revision>2</cp:revision>
  <cp:lastPrinted>2020-06-05T08:17:00Z</cp:lastPrinted>
  <dcterms:created xsi:type="dcterms:W3CDTF">2021-02-24T09:15:00Z</dcterms:created>
  <dcterms:modified xsi:type="dcterms:W3CDTF">2021-02-24T09:15:00Z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